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>ALLEGATO A2 BIS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AC0746" w:rsidRPr="00AC0746" w:rsidRDefault="00AC0746" w:rsidP="00AC0746">
      <w:pPr>
        <w:pStyle w:val="Intestazione"/>
        <w:jc w:val="center"/>
        <w:rPr>
          <w:rFonts w:ascii="Garamond" w:hAnsi="Garamond" w:cs="Arial"/>
          <w:b/>
          <w:szCs w:val="24"/>
          <w:u w:val="single"/>
        </w:rPr>
      </w:pPr>
      <w:bookmarkStart w:id="1" w:name="_Hlk33190035"/>
    </w:p>
    <w:bookmarkEnd w:id="1"/>
    <w:p w:rsidR="00973437" w:rsidRPr="00C240CE" w:rsidRDefault="00935AC2" w:rsidP="00C240CE">
      <w:pPr>
        <w:pStyle w:val="INDICE"/>
        <w:pBdr>
          <w:bottom w:val="none" w:sz="0" w:space="0" w:color="auto"/>
        </w:pBdr>
        <w:rPr>
          <w:rFonts w:eastAsia="Calibri"/>
          <w:smallCaps/>
          <w:color w:val="auto"/>
          <w:sz w:val="24"/>
          <w:szCs w:val="24"/>
        </w:rPr>
      </w:pPr>
      <w:r w:rsidRPr="005C482F">
        <w:rPr>
          <w:rFonts w:ascii="Calibri" w:hAnsi="Calibri" w:cs="Calibri"/>
          <w:bCs/>
          <w:color w:val="auto"/>
          <w:sz w:val="24"/>
          <w:szCs w:val="24"/>
        </w:rPr>
        <w:t xml:space="preserve">Oggetto: </w:t>
      </w:r>
      <w:r w:rsidR="00C240CE" w:rsidRPr="00C240CE">
        <w:rPr>
          <w:rFonts w:ascii="Calibri" w:hAnsi="Calibri" w:cs="Calibri"/>
          <w:bCs/>
          <w:color w:val="auto"/>
          <w:sz w:val="24"/>
          <w:szCs w:val="24"/>
        </w:rPr>
        <w:t>Procedura negoziata per l’affidamento dei lavori di manutenzione straordinaria presso la RSA di Nusco.  CIG: Z3F3249449</w:t>
      </w:r>
    </w:p>
    <w:p w:rsidR="00AC0746" w:rsidRDefault="00AC0746" w:rsidP="003A3060">
      <w:pPr>
        <w:pStyle w:val="Intestazione"/>
        <w:jc w:val="center"/>
        <w:rPr>
          <w:rFonts w:ascii="Garamond" w:hAnsi="Garamond" w:cs="Arial"/>
          <w:b/>
          <w:smallCaps/>
          <w:szCs w:val="24"/>
        </w:rPr>
      </w:pPr>
    </w:p>
    <w:p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</w:t>
      </w:r>
      <w:r w:rsidR="00AC0746">
        <w:rPr>
          <w:rFonts w:ascii="Garamond" w:hAnsi="Garamond" w:cs="Arial"/>
          <w:b/>
          <w:szCs w:val="24"/>
          <w:u w:val="single"/>
        </w:rPr>
        <w:t xml:space="preserve">Disciplinare di gara / </w:t>
      </w:r>
      <w:r w:rsidR="00E31731">
        <w:rPr>
          <w:rFonts w:ascii="Garamond" w:hAnsi="Garamond" w:cs="Arial"/>
          <w:b/>
          <w:szCs w:val="24"/>
          <w:u w:val="single"/>
        </w:rPr>
        <w:t>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  <w:bookmarkStart w:id="2" w:name="_GoBack"/>
      <w:bookmarkEnd w:id="2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408098373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08098373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1934384834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34384834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666217493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1666217493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2121939154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2121939154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246045498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46045498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688075052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688075052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083578731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83578731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500397751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00397751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1805667922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05667922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436020823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436020823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1596270549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96270549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21913606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1913606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661801706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61801706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624064797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24064797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13902400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39024005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436491746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36491746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374894902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74894902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35062332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50623325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5803450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8034507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57324707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73247072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77342034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73420340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89103854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891038546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425879905" w:edGrp="everyone"/>
      <w:permStart w:id="1288846224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25879905"/>
      <w:permEnd w:id="1288846224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850168551" w:edGrp="everyone" w:colFirst="0" w:colLast="0"/>
            <w:permStart w:id="1522883118" w:edGrp="everyone" w:colFirst="1" w:colLast="1"/>
            <w:permStart w:id="773718230" w:edGrp="everyone" w:colFirst="2" w:colLast="2"/>
            <w:permStart w:id="231898634" w:edGrp="everyone" w:colFirst="3" w:colLast="3"/>
            <w:permStart w:id="1054568973" w:edGrp="everyone" w:colFirst="4" w:colLast="4"/>
            <w:permStart w:id="172367603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02591143" w:edGrp="everyone" w:colFirst="0" w:colLast="0"/>
            <w:permStart w:id="2073261026" w:edGrp="everyone" w:colFirst="1" w:colLast="1"/>
            <w:permStart w:id="1106121723" w:edGrp="everyone" w:colFirst="2" w:colLast="2"/>
            <w:permStart w:id="2010544772" w:edGrp="everyone" w:colFirst="3" w:colLast="3"/>
            <w:permStart w:id="996155631" w:edGrp="everyone" w:colFirst="4" w:colLast="4"/>
            <w:permStart w:id="1466573144" w:edGrp="everyone" w:colFirst="5" w:colLast="5"/>
            <w:permEnd w:id="1850168551"/>
            <w:permEnd w:id="1522883118"/>
            <w:permEnd w:id="773718230"/>
            <w:permEnd w:id="231898634"/>
            <w:permEnd w:id="1054568973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72367603"/>
      <w:permEnd w:id="202591143"/>
      <w:permEnd w:id="2073261026"/>
      <w:permEnd w:id="1106121723"/>
      <w:permEnd w:id="2010544772"/>
      <w:permEnd w:id="996155631"/>
      <w:permEnd w:id="1466573144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2143836258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2143836258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52675411" w:edGrp="everyone" w:colFirst="0" w:colLast="0"/>
            <w:permStart w:id="784234394" w:edGrp="everyone" w:colFirst="1" w:colLast="1"/>
            <w:permStart w:id="379150402" w:edGrp="everyone" w:colFirst="2" w:colLast="2"/>
            <w:permStart w:id="123478251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64053058" w:edGrp="everyone" w:colFirst="0" w:colLast="0"/>
            <w:permStart w:id="518945634" w:edGrp="everyone" w:colFirst="1" w:colLast="1"/>
            <w:permStart w:id="1804811223" w:edGrp="everyone" w:colFirst="2" w:colLast="2"/>
            <w:permStart w:id="448347750" w:edGrp="everyone" w:colFirst="3" w:colLast="3"/>
            <w:permEnd w:id="1152675411"/>
            <w:permEnd w:id="784234394"/>
            <w:permEnd w:id="379150402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23478251"/>
      <w:permEnd w:id="1164053058"/>
      <w:permEnd w:id="518945634"/>
      <w:permEnd w:id="1804811223"/>
      <w:permEnd w:id="448347750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lastRenderedPageBreak/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965711612" w:edGrp="everyone"/>
      <w:permStart w:id="2115639330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65711612"/>
      <w:permEnd w:id="2115639330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87720115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877201152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574430984" w:edGrp="everyone" w:colFirst="0" w:colLast="0"/>
            <w:permStart w:id="1615086608" w:edGrp="everyone" w:colFirst="1" w:colLast="1"/>
            <w:permStart w:id="139550762" w:edGrp="everyone" w:colFirst="2" w:colLast="2"/>
            <w:permStart w:id="1653292305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305758723" w:edGrp="everyone" w:colFirst="0" w:colLast="0"/>
            <w:permStart w:id="1102187461" w:edGrp="everyone" w:colFirst="1" w:colLast="1"/>
            <w:permStart w:id="1370978624" w:edGrp="everyone" w:colFirst="2" w:colLast="2"/>
            <w:permStart w:id="64885287" w:edGrp="everyone" w:colFirst="3" w:colLast="3"/>
            <w:permEnd w:id="574430984"/>
            <w:permEnd w:id="1615086608"/>
            <w:permEnd w:id="139550762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653292305"/>
      <w:permEnd w:id="1305758723"/>
      <w:permEnd w:id="1102187461"/>
      <w:permEnd w:id="1370978624"/>
      <w:permEnd w:id="64885287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20317130" w:edGrp="everyone"/>
      <w:permStart w:id="1659444628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20317130"/>
      <w:permEnd w:id="1659444628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193876607" w:edGrp="everyone"/>
      <w:permStart w:id="454456431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193876607"/>
      <w:permEnd w:id="454456431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84446173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844461738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1763004834" w:edGrp="everyone"/>
      <w:permStart w:id="1806567253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1763004834"/>
      <w:r w:rsidR="004F0FE8">
        <w:rPr>
          <w:rFonts w:ascii="Garamond" w:hAnsi="Garamond"/>
          <w:sz w:val="22"/>
          <w:szCs w:val="22"/>
        </w:rPr>
        <w:t>;</w:t>
      </w:r>
      <w:permEnd w:id="1806567253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39906333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399063337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2038965703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2038965703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784284566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784284566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58176768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81767689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302528311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302528311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1301228615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1301228615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1159805893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1159805893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AC0746" w:rsidRDefault="00AC0746" w:rsidP="001604EF">
      <w:pPr>
        <w:pStyle w:val="sche4"/>
        <w:spacing w:line="360" w:lineRule="auto"/>
        <w:jc w:val="right"/>
        <w:rPr>
          <w:rFonts w:ascii="Garamond" w:hAnsi="Garamond" w:cs="Arial"/>
          <w:sz w:val="22"/>
          <w:szCs w:val="22"/>
          <w:lang w:val="it-IT"/>
        </w:rPr>
      </w:pP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FIRMA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902" w:rsidRDefault="00592902">
      <w:r>
        <w:separator/>
      </w:r>
    </w:p>
  </w:endnote>
  <w:endnote w:type="continuationSeparator" w:id="0">
    <w:p w:rsidR="00592902" w:rsidRDefault="00592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4854" w:type="pct"/>
      <w:tblLook w:val="00A0" w:firstRow="1" w:lastRow="0" w:firstColumn="1" w:lastColumn="0" w:noHBand="0" w:noVBand="0"/>
    </w:tblPr>
    <w:tblGrid>
      <w:gridCol w:w="2409"/>
      <w:gridCol w:w="4536"/>
      <w:gridCol w:w="2412"/>
    </w:tblGrid>
    <w:tr w:rsidR="008E4A05" w:rsidRPr="000C60F9" w:rsidTr="00AC0746">
      <w:trPr>
        <w:trHeight w:val="150"/>
      </w:trPr>
      <w:tc>
        <w:tcPr>
          <w:tcW w:w="1287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2424" w:type="pct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AC0746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</w:pPr>
          <w:r w:rsidRPr="00AC0746"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  <w:t>Integrazione DGUE</w:t>
          </w:r>
        </w:p>
      </w:tc>
      <w:tc>
        <w:tcPr>
          <w:tcW w:w="1287" w:type="pct"/>
          <w:hideMark/>
        </w:tcPr>
        <w:p w:rsidR="008E4A05" w:rsidRPr="00AC0746" w:rsidRDefault="008E4A05" w:rsidP="008E4A05">
          <w:pPr>
            <w:pStyle w:val="Pidipagina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Pag.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C240CE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 di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C240CE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8E4A05" w:rsidRPr="00BB06E4" w:rsidTr="00AC0746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935AC2">
            <w:rPr>
              <w:noProof/>
              <w:sz w:val="20"/>
              <w:szCs w:val="20"/>
            </w:rPr>
            <w:t>4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935AC2">
            <w:rPr>
              <w:noProof/>
              <w:sz w:val="16"/>
              <w:szCs w:val="20"/>
            </w:rPr>
            <w:t>04. ALLEGATO A2BIS - 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902" w:rsidRDefault="00592902">
      <w:r>
        <w:separator/>
      </w:r>
    </w:p>
  </w:footnote>
  <w:footnote w:type="continuationSeparator" w:id="0">
    <w:p w:rsidR="00592902" w:rsidRDefault="00592902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59290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592902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976B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02C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902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6B8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23C22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32B78"/>
    <w:rsid w:val="00935AC2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2943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0746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40CE"/>
    <w:rsid w:val="00C263E7"/>
    <w:rsid w:val="00C309D2"/>
    <w:rsid w:val="00C315E5"/>
    <w:rsid w:val="00C31DDB"/>
    <w:rsid w:val="00C31FF9"/>
    <w:rsid w:val="00C33342"/>
    <w:rsid w:val="00C350E0"/>
    <w:rsid w:val="00C37606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1880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0810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INDICE">
    <w:name w:val="INDICE"/>
    <w:basedOn w:val="Normale"/>
    <w:rsid w:val="00C37606"/>
    <w:pPr>
      <w:widowControl w:val="0"/>
      <w:pBdr>
        <w:bottom w:val="single" w:sz="12" w:space="1" w:color="003366"/>
      </w:pBdr>
      <w:jc w:val="both"/>
    </w:pPr>
    <w:rPr>
      <w:rFonts w:ascii="Arial Narrow" w:hAnsi="Arial Narrow"/>
      <w:b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88FC4-1BB0-4C91-87ED-3D11AC3D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11</TotalTime>
  <Pages>4</Pages>
  <Words>1394</Words>
  <Characters>7948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15</cp:revision>
  <cp:lastPrinted>2021-09-03T12:11:00Z</cp:lastPrinted>
  <dcterms:created xsi:type="dcterms:W3CDTF">2021-02-26T08:04:00Z</dcterms:created>
  <dcterms:modified xsi:type="dcterms:W3CDTF">2021-10-08T09:50:00Z</dcterms:modified>
</cp:coreProperties>
</file>